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373" w:rsidRPr="00F55AB6" w:rsidRDefault="00713373" w:rsidP="007E7099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3373" w:rsidRPr="0076008B" w:rsidRDefault="00713373" w:rsidP="00647C67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76008B">
        <w:rPr>
          <w:rFonts w:ascii="Times New Roman" w:hAnsi="Times New Roman"/>
          <w:b/>
          <w:sz w:val="28"/>
          <w:szCs w:val="28"/>
        </w:rPr>
        <w:t>РОССИЙСКАЯ ФЕДЕРАЦИЯ</w:t>
      </w:r>
      <w:r>
        <w:rPr>
          <w:rFonts w:ascii="Times New Roman" w:hAnsi="Times New Roman"/>
          <w:b/>
          <w:sz w:val="28"/>
          <w:szCs w:val="28"/>
        </w:rPr>
        <w:t xml:space="preserve">                          ПРОЕКТ</w:t>
      </w:r>
    </w:p>
    <w:p w:rsidR="00713373" w:rsidRPr="0076008B" w:rsidRDefault="00713373" w:rsidP="00F55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008B">
        <w:rPr>
          <w:rFonts w:ascii="Times New Roman" w:hAnsi="Times New Roman"/>
          <w:b/>
          <w:sz w:val="28"/>
          <w:szCs w:val="28"/>
        </w:rPr>
        <w:t>РОСТОВСКАЯ ОБЛАСТЬ</w:t>
      </w:r>
    </w:p>
    <w:p w:rsidR="00713373" w:rsidRPr="0076008B" w:rsidRDefault="00713373" w:rsidP="00F55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ЗИМОВНИКОВСКИЙ </w:t>
      </w:r>
      <w:r w:rsidRPr="0076008B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713373" w:rsidRPr="0076008B" w:rsidRDefault="00713373" w:rsidP="00F55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008B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713373" w:rsidRPr="0076008B" w:rsidRDefault="00713373" w:rsidP="00F55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008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САВОСЬКИНСКОЕ</w:t>
      </w:r>
      <w:r w:rsidRPr="0076008B">
        <w:rPr>
          <w:rFonts w:ascii="Times New Roman" w:hAnsi="Times New Roman"/>
          <w:b/>
          <w:sz w:val="28"/>
          <w:szCs w:val="28"/>
        </w:rPr>
        <w:t xml:space="preserve"> СЕЛЬСКОЕ ПОСЕЛЕНИЕ»</w:t>
      </w:r>
    </w:p>
    <w:p w:rsidR="00713373" w:rsidRPr="00880587" w:rsidRDefault="00713373" w:rsidP="00F55A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13373" w:rsidRPr="00880587" w:rsidRDefault="00713373" w:rsidP="00F55AB6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80587">
        <w:rPr>
          <w:rFonts w:ascii="Times New Roman" w:hAnsi="Times New Roman"/>
          <w:b/>
          <w:sz w:val="26"/>
          <w:szCs w:val="26"/>
        </w:rPr>
        <w:t>СОБРАНИЕ ДЕПУТАТОВ САВОСЬКИНСКОГО СЕЛЬСКОГО ПОСЕЛЕНИЯ</w:t>
      </w:r>
    </w:p>
    <w:p w:rsidR="00713373" w:rsidRPr="00F55AB6" w:rsidRDefault="00713373" w:rsidP="00F55A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3373" w:rsidRPr="00741857" w:rsidRDefault="00713373" w:rsidP="00F55AB6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41857">
        <w:rPr>
          <w:rFonts w:ascii="Times New Roman" w:hAnsi="Times New Roman"/>
          <w:b/>
          <w:sz w:val="28"/>
          <w:szCs w:val="28"/>
        </w:rPr>
        <w:t>РЕШЕНИЕ</w:t>
      </w:r>
    </w:p>
    <w:p w:rsidR="00713373" w:rsidRDefault="00713373" w:rsidP="00F55A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2" w:type="dxa"/>
        <w:tblLook w:val="0000"/>
      </w:tblPr>
      <w:tblGrid>
        <w:gridCol w:w="5175"/>
      </w:tblGrid>
      <w:tr w:rsidR="00713373" w:rsidTr="004F7F66">
        <w:trPr>
          <w:trHeight w:val="1140"/>
        </w:trPr>
        <w:tc>
          <w:tcPr>
            <w:tcW w:w="5175" w:type="dxa"/>
          </w:tcPr>
          <w:p w:rsidR="00713373" w:rsidRPr="00AC0C6E" w:rsidRDefault="00713373" w:rsidP="00AC0C6E">
            <w:pPr>
              <w:spacing w:after="0" w:line="240" w:lineRule="auto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08B">
              <w:rPr>
                <w:rFonts w:ascii="Times New Roman" w:hAnsi="Times New Roman"/>
                <w:sz w:val="28"/>
                <w:szCs w:val="28"/>
              </w:rPr>
              <w:t xml:space="preserve">О внесении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изменений и </w:t>
            </w:r>
            <w:r w:rsidRPr="0076008B">
              <w:rPr>
                <w:rFonts w:ascii="Times New Roman" w:hAnsi="Times New Roman"/>
                <w:sz w:val="28"/>
                <w:szCs w:val="28"/>
              </w:rPr>
              <w:t>дополнений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Решение Собрания депутатов от 11.06.2013. № 26 </w:t>
            </w:r>
            <w:r w:rsidRPr="00CA0C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«Об  определении  границ прилегающих территорий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организациям и </w:t>
            </w:r>
            <w:r w:rsidRPr="00CA0C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(или)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CA0C29">
              <w:rPr>
                <w:rFonts w:ascii="Times New Roman" w:hAnsi="Times New Roman"/>
                <w:color w:val="000000"/>
                <w:sz w:val="28"/>
                <w:szCs w:val="28"/>
              </w:rPr>
              <w:t>бъектам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на которых не допускается </w:t>
            </w:r>
            <w:r w:rsidRPr="00CA0C29">
              <w:rPr>
                <w:rFonts w:ascii="Times New Roman" w:hAnsi="Times New Roman"/>
                <w:color w:val="000000"/>
                <w:sz w:val="28"/>
                <w:szCs w:val="28"/>
              </w:rPr>
              <w:t>розничная продажа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алкогольной </w:t>
            </w:r>
            <w:r w:rsidRPr="00CA0C29">
              <w:rPr>
                <w:rFonts w:ascii="Times New Roman" w:hAnsi="Times New Roman"/>
                <w:color w:val="000000"/>
                <w:sz w:val="28"/>
                <w:szCs w:val="28"/>
              </w:rPr>
              <w:t>продукции на территории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A0C29">
              <w:rPr>
                <w:rFonts w:ascii="Times New Roman" w:hAnsi="Times New Roman"/>
                <w:color w:val="000000"/>
                <w:sz w:val="28"/>
                <w:szCs w:val="28"/>
              </w:rPr>
              <w:t>Савоськинского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A0C29">
              <w:rPr>
                <w:rFonts w:ascii="Times New Roman" w:hAnsi="Times New Roman"/>
                <w:color w:val="00000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поселения </w:t>
            </w:r>
            <w:r w:rsidRPr="00CA0C29">
              <w:rPr>
                <w:rFonts w:ascii="Times New Roman" w:hAnsi="Times New Roman"/>
                <w:color w:val="000000"/>
                <w:sz w:val="28"/>
                <w:szCs w:val="28"/>
              </w:rPr>
              <w:t>Зимовниковского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A0C29">
              <w:rPr>
                <w:rFonts w:ascii="Times New Roman" w:hAnsi="Times New Roman"/>
                <w:color w:val="000000"/>
                <w:sz w:val="28"/>
                <w:szCs w:val="28"/>
              </w:rPr>
              <w:t>района»</w:t>
            </w:r>
          </w:p>
        </w:tc>
      </w:tr>
    </w:tbl>
    <w:p w:rsidR="00713373" w:rsidRDefault="00713373" w:rsidP="007600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13373" w:rsidRPr="00880587" w:rsidRDefault="00713373" w:rsidP="0076008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13373" w:rsidRPr="00F55AB6" w:rsidRDefault="00713373" w:rsidP="00F55A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284"/>
        <w:gridCol w:w="2944"/>
        <w:gridCol w:w="3600"/>
      </w:tblGrid>
      <w:tr w:rsidR="00713373" w:rsidRPr="00F55AB6" w:rsidTr="005B52EE">
        <w:tc>
          <w:tcPr>
            <w:tcW w:w="3284" w:type="dxa"/>
          </w:tcPr>
          <w:p w:rsidR="00713373" w:rsidRPr="0076008B" w:rsidRDefault="00713373" w:rsidP="00F55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08B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713373" w:rsidRPr="0076008B" w:rsidRDefault="00713373" w:rsidP="00F55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08B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2944" w:type="dxa"/>
          </w:tcPr>
          <w:p w:rsidR="00713373" w:rsidRPr="0076008B" w:rsidRDefault="00713373" w:rsidP="00F55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713373" w:rsidRPr="0076008B" w:rsidRDefault="00713373" w:rsidP="00F55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3373" w:rsidRPr="0076008B" w:rsidRDefault="00713373" w:rsidP="00F55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00.00.2017</w:t>
            </w:r>
            <w:r w:rsidRPr="0076008B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</w:tc>
      </w:tr>
    </w:tbl>
    <w:p w:rsidR="00713373" w:rsidRPr="00F55AB6" w:rsidRDefault="00713373" w:rsidP="00F55A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373" w:rsidRPr="00F55AB6" w:rsidRDefault="00713373" w:rsidP="00F55A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55AB6">
        <w:rPr>
          <w:rFonts w:ascii="Times New Roman" w:hAnsi="Times New Roman"/>
          <w:sz w:val="28"/>
          <w:szCs w:val="28"/>
        </w:rPr>
        <w:t xml:space="preserve"> соответствии со статьей 44 Федерального закона от 06.10.2003</w:t>
      </w:r>
      <w:r>
        <w:rPr>
          <w:rFonts w:ascii="Times New Roman" w:hAnsi="Times New Roman"/>
          <w:sz w:val="28"/>
          <w:szCs w:val="28"/>
        </w:rPr>
        <w:t>.</w:t>
      </w:r>
      <w:r w:rsidRPr="00F55AB6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статьей 24 Устава муниципального образования «</w:t>
      </w:r>
      <w:r>
        <w:rPr>
          <w:rFonts w:ascii="Times New Roman" w:hAnsi="Times New Roman"/>
          <w:sz w:val="28"/>
          <w:szCs w:val="28"/>
        </w:rPr>
        <w:t>Савоськинское</w:t>
      </w:r>
      <w:r w:rsidRPr="00F55AB6">
        <w:rPr>
          <w:rFonts w:ascii="Times New Roman" w:hAnsi="Times New Roman"/>
          <w:sz w:val="28"/>
          <w:szCs w:val="28"/>
        </w:rPr>
        <w:t xml:space="preserve"> сельское поселение», Собрание депутатов </w:t>
      </w:r>
      <w:r>
        <w:rPr>
          <w:rFonts w:ascii="Times New Roman" w:hAnsi="Times New Roman"/>
          <w:sz w:val="28"/>
          <w:szCs w:val="28"/>
        </w:rPr>
        <w:t>Савоськинского</w:t>
      </w:r>
      <w:r w:rsidRPr="00F55AB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13373" w:rsidRPr="00880587" w:rsidRDefault="00713373" w:rsidP="00F55AB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13373" w:rsidRPr="00F55AB6" w:rsidRDefault="00713373" w:rsidP="00F55AB6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F55AB6">
        <w:rPr>
          <w:rFonts w:ascii="Times New Roman" w:hAnsi="Times New Roman"/>
          <w:sz w:val="28"/>
          <w:szCs w:val="28"/>
        </w:rPr>
        <w:t>РЕШИЛО:</w:t>
      </w:r>
    </w:p>
    <w:p w:rsidR="00713373" w:rsidRPr="00880587" w:rsidRDefault="00713373" w:rsidP="00F55AB6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13373" w:rsidRPr="00790F5F" w:rsidRDefault="00713373" w:rsidP="00790F5F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right="-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следующие изменения и дополнения в Решение Собрания депутатов от 11.06.2013. № 26 </w:t>
      </w:r>
      <w:r w:rsidRPr="00CA0C29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Об  определении </w:t>
      </w:r>
      <w:r w:rsidRPr="00CA0C29">
        <w:rPr>
          <w:rFonts w:ascii="Times New Roman" w:hAnsi="Times New Roman"/>
          <w:color w:val="000000"/>
          <w:sz w:val="28"/>
          <w:szCs w:val="28"/>
        </w:rPr>
        <w:t xml:space="preserve">границ прилегающих территорий </w:t>
      </w:r>
      <w:r>
        <w:rPr>
          <w:rFonts w:ascii="Times New Roman" w:hAnsi="Times New Roman"/>
          <w:color w:val="000000"/>
          <w:sz w:val="28"/>
          <w:szCs w:val="28"/>
        </w:rPr>
        <w:t xml:space="preserve">к организациям и </w:t>
      </w:r>
      <w:r w:rsidRPr="00CA0C29">
        <w:rPr>
          <w:rFonts w:ascii="Times New Roman" w:hAnsi="Times New Roman"/>
          <w:color w:val="000000"/>
          <w:sz w:val="28"/>
          <w:szCs w:val="28"/>
        </w:rPr>
        <w:t xml:space="preserve">(или)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CA0C29">
        <w:rPr>
          <w:rFonts w:ascii="Times New Roman" w:hAnsi="Times New Roman"/>
          <w:color w:val="000000"/>
          <w:sz w:val="28"/>
          <w:szCs w:val="28"/>
        </w:rPr>
        <w:t>бъектам</w:t>
      </w:r>
      <w:r>
        <w:rPr>
          <w:rFonts w:ascii="Times New Roman" w:hAnsi="Times New Roman"/>
          <w:color w:val="000000"/>
          <w:sz w:val="28"/>
          <w:szCs w:val="28"/>
        </w:rPr>
        <w:t xml:space="preserve">, на которых </w:t>
      </w:r>
      <w:r w:rsidRPr="00CA0C29">
        <w:rPr>
          <w:rFonts w:ascii="Times New Roman" w:hAnsi="Times New Roman"/>
          <w:color w:val="000000"/>
          <w:sz w:val="28"/>
          <w:szCs w:val="28"/>
        </w:rPr>
        <w:t xml:space="preserve">не </w:t>
      </w:r>
      <w:r>
        <w:rPr>
          <w:rFonts w:ascii="Times New Roman" w:hAnsi="Times New Roman"/>
          <w:color w:val="000000"/>
          <w:sz w:val="28"/>
          <w:szCs w:val="28"/>
        </w:rPr>
        <w:t xml:space="preserve">допускается розничная </w:t>
      </w:r>
      <w:r w:rsidRPr="00CA0C29">
        <w:rPr>
          <w:rFonts w:ascii="Times New Roman" w:hAnsi="Times New Roman"/>
          <w:color w:val="000000"/>
          <w:sz w:val="28"/>
          <w:szCs w:val="28"/>
        </w:rPr>
        <w:t>продажа</w:t>
      </w:r>
      <w:r>
        <w:rPr>
          <w:rFonts w:ascii="Times New Roman" w:hAnsi="Times New Roman"/>
          <w:color w:val="000000"/>
          <w:sz w:val="28"/>
          <w:szCs w:val="28"/>
        </w:rPr>
        <w:t xml:space="preserve"> алкогольной </w:t>
      </w:r>
      <w:r w:rsidRPr="00CA0C29">
        <w:rPr>
          <w:rFonts w:ascii="Times New Roman" w:hAnsi="Times New Roman"/>
          <w:color w:val="000000"/>
          <w:sz w:val="28"/>
          <w:szCs w:val="28"/>
        </w:rPr>
        <w:t>продукции на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C29">
        <w:rPr>
          <w:rFonts w:ascii="Times New Roman" w:hAnsi="Times New Roman"/>
          <w:color w:val="000000"/>
          <w:sz w:val="28"/>
          <w:szCs w:val="28"/>
        </w:rPr>
        <w:t>Савоськинского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C29">
        <w:rPr>
          <w:rFonts w:ascii="Times New Roman" w:hAnsi="Times New Roman"/>
          <w:color w:val="000000"/>
          <w:sz w:val="28"/>
          <w:szCs w:val="28"/>
        </w:rPr>
        <w:t>сельского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C29">
        <w:rPr>
          <w:rFonts w:ascii="Times New Roman" w:hAnsi="Times New Roman"/>
          <w:color w:val="000000"/>
          <w:sz w:val="28"/>
          <w:szCs w:val="28"/>
        </w:rPr>
        <w:t>поселения Зимовниковского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0C29">
        <w:rPr>
          <w:rFonts w:ascii="Times New Roman" w:hAnsi="Times New Roman"/>
          <w:color w:val="000000"/>
          <w:sz w:val="28"/>
          <w:szCs w:val="28"/>
        </w:rPr>
        <w:t>района»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713373" w:rsidRDefault="00713373" w:rsidP="00790F5F">
      <w:pPr>
        <w:spacing w:after="0" w:line="240" w:lineRule="auto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- пункт 7 изложить в следующей редакции:</w:t>
      </w:r>
    </w:p>
    <w:p w:rsidR="00713373" w:rsidRPr="00790F5F" w:rsidRDefault="00713373" w:rsidP="00790F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790F5F">
        <w:rPr>
          <w:rFonts w:ascii="Times New Roman" w:hAnsi="Times New Roman"/>
          <w:sz w:val="28"/>
          <w:szCs w:val="28"/>
        </w:rPr>
        <w:t xml:space="preserve">«7. </w:t>
      </w:r>
      <w:r w:rsidRPr="00790F5F">
        <w:rPr>
          <w:rFonts w:ascii="Times New Roman" w:hAnsi="Times New Roman"/>
          <w:color w:val="000000"/>
          <w:sz w:val="28"/>
          <w:szCs w:val="28"/>
        </w:rPr>
        <w:t>Утвердить схемы границ прилегающих территорий к организациям и (или) объе</w:t>
      </w:r>
      <w:r>
        <w:rPr>
          <w:rFonts w:ascii="Times New Roman" w:hAnsi="Times New Roman"/>
          <w:color w:val="000000"/>
          <w:sz w:val="28"/>
          <w:szCs w:val="28"/>
        </w:rPr>
        <w:t xml:space="preserve">ктам, на которых не допускается </w:t>
      </w:r>
      <w:r w:rsidRPr="00790F5F">
        <w:rPr>
          <w:rFonts w:ascii="Times New Roman" w:hAnsi="Times New Roman"/>
          <w:color w:val="000000"/>
          <w:sz w:val="28"/>
          <w:szCs w:val="28"/>
        </w:rPr>
        <w:t>розничная продажа алкогольной продукции, согласно</w:t>
      </w:r>
      <w:r w:rsidRPr="00790F5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790F5F">
        <w:rPr>
          <w:rFonts w:ascii="Times New Roman" w:hAnsi="Times New Roman"/>
          <w:color w:val="000000"/>
          <w:sz w:val="28"/>
          <w:szCs w:val="28"/>
        </w:rPr>
        <w:t>приложений № 2 и № 3.»</w:t>
      </w:r>
    </w:p>
    <w:p w:rsidR="00713373" w:rsidRPr="00142941" w:rsidRDefault="00713373" w:rsidP="00790F5F">
      <w:pPr>
        <w:tabs>
          <w:tab w:val="num" w:pos="0"/>
        </w:tabs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- </w:t>
      </w:r>
      <w:r>
        <w:rPr>
          <w:rFonts w:ascii="Times New Roman" w:hAnsi="Times New Roman"/>
          <w:sz w:val="28"/>
          <w:szCs w:val="28"/>
        </w:rPr>
        <w:t xml:space="preserve">приложение 1 </w:t>
      </w:r>
      <w:r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713373" w:rsidRPr="00142941" w:rsidRDefault="00713373" w:rsidP="00790F5F">
      <w:pPr>
        <w:tabs>
          <w:tab w:val="num" w:pos="0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142941">
        <w:rPr>
          <w:rFonts w:ascii="Times New Roman" w:hAnsi="Times New Roman"/>
        </w:rPr>
        <w:t>«</w:t>
      </w:r>
    </w:p>
    <w:p w:rsidR="00713373" w:rsidRPr="009515A0" w:rsidRDefault="00713373" w:rsidP="00790F5F">
      <w:pPr>
        <w:pStyle w:val="ConsPlusTitle"/>
        <w:widowControl/>
        <w:tabs>
          <w:tab w:val="num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15A0">
        <w:rPr>
          <w:rFonts w:ascii="Times New Roman" w:hAnsi="Times New Roman" w:cs="Times New Roman"/>
          <w:sz w:val="28"/>
          <w:szCs w:val="28"/>
        </w:rPr>
        <w:t>ПЕРЕЧЕНЬ</w:t>
      </w:r>
    </w:p>
    <w:p w:rsidR="00713373" w:rsidRPr="009515A0" w:rsidRDefault="00713373" w:rsidP="00790F5F">
      <w:pPr>
        <w:pStyle w:val="ConsPlusTitle"/>
        <w:widowControl/>
        <w:tabs>
          <w:tab w:val="num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15A0">
        <w:rPr>
          <w:rFonts w:ascii="Times New Roman" w:hAnsi="Times New Roman" w:cs="Times New Roman"/>
          <w:sz w:val="28"/>
          <w:szCs w:val="28"/>
        </w:rPr>
        <w:t xml:space="preserve">прилегающих территорий к местам массового скопления граждан, на которых не допускается розничная продажа алкогольной продукции </w:t>
      </w:r>
    </w:p>
    <w:p w:rsidR="00713373" w:rsidRPr="009515A0" w:rsidRDefault="00713373" w:rsidP="00790F5F">
      <w:pPr>
        <w:tabs>
          <w:tab w:val="num" w:pos="0"/>
        </w:tabs>
        <w:rPr>
          <w:b/>
          <w:i/>
          <w:sz w:val="28"/>
          <w:szCs w:val="28"/>
        </w:rPr>
      </w:pPr>
    </w:p>
    <w:p w:rsidR="00713373" w:rsidRPr="00142941" w:rsidRDefault="00713373" w:rsidP="00790F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территория, прилегающая к </w:t>
      </w:r>
      <w:r w:rsidRPr="00142941">
        <w:rPr>
          <w:rFonts w:ascii="Times New Roman" w:hAnsi="Times New Roman"/>
          <w:sz w:val="28"/>
          <w:szCs w:val="28"/>
        </w:rPr>
        <w:t xml:space="preserve">МБОУ Савоськинской СОШ № 5, </w:t>
      </w:r>
      <w:r>
        <w:rPr>
          <w:rFonts w:ascii="Times New Roman" w:hAnsi="Times New Roman"/>
          <w:sz w:val="28"/>
          <w:szCs w:val="28"/>
        </w:rPr>
        <w:t>расположенной</w:t>
      </w:r>
      <w:r w:rsidRPr="00142941">
        <w:rPr>
          <w:rFonts w:ascii="Times New Roman" w:hAnsi="Times New Roman"/>
          <w:sz w:val="28"/>
          <w:szCs w:val="28"/>
        </w:rPr>
        <w:t xml:space="preserve"> по адресу: х. Савоськин, ул. Кирова, </w:t>
      </w:r>
      <w:r>
        <w:rPr>
          <w:rFonts w:ascii="Times New Roman" w:hAnsi="Times New Roman"/>
          <w:sz w:val="28"/>
          <w:szCs w:val="28"/>
        </w:rPr>
        <w:t xml:space="preserve">д. № </w:t>
      </w:r>
      <w:r w:rsidRPr="00142941"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>, Зимовниковского района, Ростовской области</w:t>
      </w:r>
      <w:r w:rsidRPr="00142941">
        <w:rPr>
          <w:rFonts w:ascii="Times New Roman" w:hAnsi="Times New Roman"/>
          <w:sz w:val="28"/>
          <w:szCs w:val="28"/>
        </w:rPr>
        <w:t xml:space="preserve">, устанавливается </w:t>
      </w:r>
      <w:smartTag w:uri="urn:schemas-microsoft-com:office:smarttags" w:element="metricconverter">
        <w:smartTagPr>
          <w:attr w:name="ProductID" w:val="100 метров"/>
        </w:smartTagPr>
        <w:r w:rsidRPr="00142941">
          <w:rPr>
            <w:rFonts w:ascii="Times New Roman" w:hAnsi="Times New Roman"/>
            <w:sz w:val="28"/>
            <w:szCs w:val="28"/>
          </w:rPr>
          <w:t>100 метров</w:t>
        </w:r>
      </w:smartTag>
      <w:r w:rsidRPr="00142941">
        <w:rPr>
          <w:rFonts w:ascii="Times New Roman" w:hAnsi="Times New Roman"/>
          <w:sz w:val="28"/>
          <w:szCs w:val="28"/>
        </w:rPr>
        <w:t xml:space="preserve"> по пешеходной зоне от входных дверей школы до входных дверей предприятий торговли;</w:t>
      </w:r>
    </w:p>
    <w:p w:rsidR="00713373" w:rsidRDefault="00713373" w:rsidP="00790F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2941">
        <w:rPr>
          <w:rFonts w:ascii="Times New Roman" w:hAnsi="Times New Roman"/>
          <w:sz w:val="28"/>
          <w:szCs w:val="28"/>
        </w:rPr>
        <w:t xml:space="preserve">- территория, прилегающая к ФАП хутора Савоськин, </w:t>
      </w:r>
      <w:r>
        <w:rPr>
          <w:rFonts w:ascii="Times New Roman" w:hAnsi="Times New Roman"/>
          <w:sz w:val="28"/>
          <w:szCs w:val="28"/>
        </w:rPr>
        <w:t>расположенного</w:t>
      </w:r>
      <w:r w:rsidRPr="00142941">
        <w:rPr>
          <w:rFonts w:ascii="Times New Roman" w:hAnsi="Times New Roman"/>
          <w:sz w:val="28"/>
          <w:szCs w:val="28"/>
        </w:rPr>
        <w:t xml:space="preserve"> по адресу: х. Савоськин, ул. Кирова, </w:t>
      </w:r>
      <w:r>
        <w:rPr>
          <w:rFonts w:ascii="Times New Roman" w:hAnsi="Times New Roman"/>
          <w:sz w:val="28"/>
          <w:szCs w:val="28"/>
        </w:rPr>
        <w:t>д. № 60А, Зимовниковского района, Ростовской области,</w:t>
      </w:r>
      <w:r w:rsidRPr="00142941">
        <w:rPr>
          <w:rFonts w:ascii="Times New Roman" w:hAnsi="Times New Roman"/>
          <w:sz w:val="28"/>
          <w:szCs w:val="28"/>
        </w:rPr>
        <w:t xml:space="preserve"> устанавливается </w:t>
      </w:r>
      <w:smartTag w:uri="urn:schemas-microsoft-com:office:smarttags" w:element="metricconverter">
        <w:smartTagPr>
          <w:attr w:name="ProductID" w:val="100 метров"/>
        </w:smartTagPr>
        <w:r w:rsidRPr="00142941">
          <w:rPr>
            <w:rFonts w:ascii="Times New Roman" w:hAnsi="Times New Roman"/>
            <w:sz w:val="28"/>
            <w:szCs w:val="28"/>
          </w:rPr>
          <w:t>100 метров</w:t>
        </w:r>
      </w:smartTag>
      <w:r w:rsidRPr="00142941">
        <w:rPr>
          <w:rFonts w:ascii="Times New Roman" w:hAnsi="Times New Roman"/>
          <w:sz w:val="28"/>
          <w:szCs w:val="28"/>
        </w:rPr>
        <w:t xml:space="preserve"> по пешеходной зоне от входных дверей ФАП хутора Савоськин до входных дверей предприятий торговли;</w:t>
      </w:r>
    </w:p>
    <w:p w:rsidR="00713373" w:rsidRPr="00142941" w:rsidRDefault="00713373" w:rsidP="00790F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2941">
        <w:rPr>
          <w:rFonts w:ascii="Times New Roman" w:hAnsi="Times New Roman"/>
          <w:sz w:val="28"/>
          <w:szCs w:val="28"/>
        </w:rPr>
        <w:t xml:space="preserve">- территория, прилегающая к ФАП хутора </w:t>
      </w:r>
      <w:r>
        <w:rPr>
          <w:rFonts w:ascii="Times New Roman" w:hAnsi="Times New Roman"/>
          <w:sz w:val="28"/>
          <w:szCs w:val="28"/>
        </w:rPr>
        <w:t>Нововесёлый</w:t>
      </w:r>
      <w:r w:rsidRPr="0014294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расположенного</w:t>
      </w:r>
      <w:r w:rsidRPr="00142941">
        <w:rPr>
          <w:rFonts w:ascii="Times New Roman" w:hAnsi="Times New Roman"/>
          <w:sz w:val="28"/>
          <w:szCs w:val="28"/>
        </w:rPr>
        <w:t xml:space="preserve"> по адресу: х. </w:t>
      </w:r>
      <w:r>
        <w:rPr>
          <w:rFonts w:ascii="Times New Roman" w:hAnsi="Times New Roman"/>
          <w:sz w:val="28"/>
          <w:szCs w:val="28"/>
        </w:rPr>
        <w:t>Нововесёлый</w:t>
      </w:r>
      <w:r w:rsidRPr="00142941">
        <w:rPr>
          <w:rFonts w:ascii="Times New Roman" w:hAnsi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>Центральная</w:t>
      </w:r>
      <w:r w:rsidRPr="0014294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д. № </w:t>
      </w:r>
      <w:r w:rsidRPr="00E83D39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, Зимовниковского района, Ростовской области,</w:t>
      </w:r>
      <w:r w:rsidRPr="00142941">
        <w:rPr>
          <w:rFonts w:ascii="Times New Roman" w:hAnsi="Times New Roman"/>
          <w:sz w:val="28"/>
          <w:szCs w:val="28"/>
        </w:rPr>
        <w:t xml:space="preserve"> устанавливается </w:t>
      </w:r>
      <w:smartTag w:uri="urn:schemas-microsoft-com:office:smarttags" w:element="metricconverter">
        <w:smartTagPr>
          <w:attr w:name="ProductID" w:val="100 метров"/>
        </w:smartTagPr>
        <w:r w:rsidRPr="00142941">
          <w:rPr>
            <w:rFonts w:ascii="Times New Roman" w:hAnsi="Times New Roman"/>
            <w:sz w:val="28"/>
            <w:szCs w:val="28"/>
          </w:rPr>
          <w:t>100 метров</w:t>
        </w:r>
      </w:smartTag>
      <w:r w:rsidRPr="00142941">
        <w:rPr>
          <w:rFonts w:ascii="Times New Roman" w:hAnsi="Times New Roman"/>
          <w:sz w:val="28"/>
          <w:szCs w:val="28"/>
        </w:rPr>
        <w:t xml:space="preserve"> по пешеходной зоне от входных дверей ФАП хутора </w:t>
      </w:r>
      <w:r>
        <w:rPr>
          <w:rFonts w:ascii="Times New Roman" w:hAnsi="Times New Roman"/>
          <w:sz w:val="28"/>
          <w:szCs w:val="28"/>
        </w:rPr>
        <w:t>Нововесёлый</w:t>
      </w:r>
      <w:r w:rsidRPr="00142941">
        <w:rPr>
          <w:rFonts w:ascii="Times New Roman" w:hAnsi="Times New Roman"/>
          <w:sz w:val="28"/>
          <w:szCs w:val="28"/>
        </w:rPr>
        <w:t xml:space="preserve"> до входных дверей предприятий торговли</w:t>
      </w:r>
      <w:r>
        <w:rPr>
          <w:rFonts w:ascii="Times New Roman" w:hAnsi="Times New Roman"/>
          <w:sz w:val="28"/>
          <w:szCs w:val="28"/>
        </w:rPr>
        <w:t>.»</w:t>
      </w:r>
    </w:p>
    <w:p w:rsidR="00713373" w:rsidRPr="00142941" w:rsidRDefault="00713373" w:rsidP="00790F5F">
      <w:pPr>
        <w:tabs>
          <w:tab w:val="num" w:pos="0"/>
        </w:tabs>
        <w:jc w:val="both"/>
        <w:rPr>
          <w:sz w:val="28"/>
          <w:szCs w:val="28"/>
        </w:rPr>
      </w:pPr>
    </w:p>
    <w:p w:rsidR="00713373" w:rsidRDefault="00713373" w:rsidP="00790F5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hy-AM"/>
        </w:rPr>
      </w:pPr>
    </w:p>
    <w:p w:rsidR="00713373" w:rsidRPr="003C56BB" w:rsidRDefault="00713373" w:rsidP="00790F5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hy-AM"/>
        </w:rPr>
      </w:pPr>
    </w:p>
    <w:tbl>
      <w:tblPr>
        <w:tblW w:w="0" w:type="auto"/>
        <w:tblLook w:val="00A0"/>
      </w:tblPr>
      <w:tblGrid>
        <w:gridCol w:w="4785"/>
        <w:gridCol w:w="5104"/>
      </w:tblGrid>
      <w:tr w:rsidR="00713373" w:rsidRPr="00184388" w:rsidTr="00921101">
        <w:tc>
          <w:tcPr>
            <w:tcW w:w="4785" w:type="dxa"/>
          </w:tcPr>
          <w:p w:rsidR="00713373" w:rsidRPr="00337D94" w:rsidRDefault="00713373" w:rsidP="00790F5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D94">
              <w:rPr>
                <w:rFonts w:ascii="Times New Roman" w:hAnsi="Times New Roman"/>
                <w:sz w:val="28"/>
                <w:szCs w:val="28"/>
              </w:rPr>
              <w:t xml:space="preserve">Председатель Собрания депутатов – </w:t>
            </w:r>
          </w:p>
          <w:p w:rsidR="00713373" w:rsidRPr="00337D94" w:rsidRDefault="00713373" w:rsidP="00790F5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D94">
              <w:rPr>
                <w:rFonts w:ascii="Times New Roman" w:hAnsi="Times New Roman"/>
                <w:sz w:val="28"/>
                <w:szCs w:val="28"/>
              </w:rPr>
              <w:t>глава Савоськинского сельского поселения</w:t>
            </w:r>
          </w:p>
        </w:tc>
        <w:tc>
          <w:tcPr>
            <w:tcW w:w="5104" w:type="dxa"/>
          </w:tcPr>
          <w:p w:rsidR="00713373" w:rsidRPr="00337D94" w:rsidRDefault="00713373" w:rsidP="00790F5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3373" w:rsidRPr="00337D94" w:rsidRDefault="00713373" w:rsidP="00790F5F">
            <w:pPr>
              <w:tabs>
                <w:tab w:val="num" w:pos="0"/>
                <w:tab w:val="left" w:pos="1360"/>
                <w:tab w:val="center" w:pos="244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7D94">
              <w:rPr>
                <w:rFonts w:ascii="Times New Roman" w:hAnsi="Times New Roman"/>
                <w:sz w:val="28"/>
                <w:szCs w:val="28"/>
              </w:rPr>
              <w:tab/>
            </w:r>
            <w:r w:rsidRPr="00337D94">
              <w:rPr>
                <w:rFonts w:ascii="Times New Roman" w:hAnsi="Times New Roman"/>
                <w:sz w:val="28"/>
                <w:szCs w:val="28"/>
              </w:rPr>
              <w:tab/>
              <w:t xml:space="preserve">             А.В. Сакмаров</w:t>
            </w:r>
          </w:p>
        </w:tc>
      </w:tr>
    </w:tbl>
    <w:p w:rsidR="00713373" w:rsidRDefault="00713373" w:rsidP="00790F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3373" w:rsidRDefault="00713373" w:rsidP="00790F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3373" w:rsidRDefault="00713373" w:rsidP="00790F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х. Савоськин</w:t>
      </w:r>
    </w:p>
    <w:p w:rsidR="00713373" w:rsidRPr="005667EF" w:rsidRDefault="00713373" w:rsidP="00790F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00.00.2017.</w:t>
      </w:r>
    </w:p>
    <w:p w:rsidR="00713373" w:rsidRPr="005667EF" w:rsidRDefault="00713373" w:rsidP="00790F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00</w:t>
      </w:r>
    </w:p>
    <w:sectPr w:rsidR="00713373" w:rsidRPr="005667EF" w:rsidSect="00142941">
      <w:footerReference w:type="default" r:id="rId7"/>
      <w:pgSz w:w="11906" w:h="16838"/>
      <w:pgMar w:top="709" w:right="737" w:bottom="737" w:left="130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373" w:rsidRDefault="00713373" w:rsidP="00917C3E">
      <w:pPr>
        <w:spacing w:after="0" w:line="240" w:lineRule="auto"/>
      </w:pPr>
      <w:r>
        <w:separator/>
      </w:r>
    </w:p>
  </w:endnote>
  <w:endnote w:type="continuationSeparator" w:id="0">
    <w:p w:rsidR="00713373" w:rsidRDefault="00713373" w:rsidP="00917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373" w:rsidRDefault="00713373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713373" w:rsidRDefault="007133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373" w:rsidRDefault="00713373" w:rsidP="00917C3E">
      <w:pPr>
        <w:spacing w:after="0" w:line="240" w:lineRule="auto"/>
      </w:pPr>
      <w:r>
        <w:separator/>
      </w:r>
    </w:p>
  </w:footnote>
  <w:footnote w:type="continuationSeparator" w:id="0">
    <w:p w:rsidR="00713373" w:rsidRDefault="00713373" w:rsidP="00917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645A"/>
    <w:multiLevelType w:val="hybridMultilevel"/>
    <w:tmpl w:val="5D3AD590"/>
    <w:lvl w:ilvl="0" w:tplc="197AB9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8A013E"/>
    <w:multiLevelType w:val="hybridMultilevel"/>
    <w:tmpl w:val="295CFBCA"/>
    <w:lvl w:ilvl="0" w:tplc="AD52B59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182278D"/>
    <w:multiLevelType w:val="hybridMultilevel"/>
    <w:tmpl w:val="6D909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1E3E5F"/>
    <w:multiLevelType w:val="hybridMultilevel"/>
    <w:tmpl w:val="0F58EF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66D69F5"/>
    <w:multiLevelType w:val="hybridMultilevel"/>
    <w:tmpl w:val="FA36A28C"/>
    <w:lvl w:ilvl="0" w:tplc="167CDD0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5A6639E6"/>
    <w:multiLevelType w:val="hybridMultilevel"/>
    <w:tmpl w:val="868E8358"/>
    <w:lvl w:ilvl="0" w:tplc="399A489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5BE8244E"/>
    <w:multiLevelType w:val="hybridMultilevel"/>
    <w:tmpl w:val="6A10562E"/>
    <w:lvl w:ilvl="0" w:tplc="84E85810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7">
    <w:nsid w:val="774158F3"/>
    <w:multiLevelType w:val="hybridMultilevel"/>
    <w:tmpl w:val="307C7122"/>
    <w:lvl w:ilvl="0" w:tplc="A72601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0FA"/>
    <w:rsid w:val="00004401"/>
    <w:rsid w:val="00010061"/>
    <w:rsid w:val="0001293D"/>
    <w:rsid w:val="00014686"/>
    <w:rsid w:val="00014DEA"/>
    <w:rsid w:val="000165FF"/>
    <w:rsid w:val="00024233"/>
    <w:rsid w:val="000314A0"/>
    <w:rsid w:val="00053CDE"/>
    <w:rsid w:val="00060460"/>
    <w:rsid w:val="0006305D"/>
    <w:rsid w:val="00066647"/>
    <w:rsid w:val="000671E0"/>
    <w:rsid w:val="0008363B"/>
    <w:rsid w:val="00083B1E"/>
    <w:rsid w:val="00086FBA"/>
    <w:rsid w:val="00092D08"/>
    <w:rsid w:val="00097D00"/>
    <w:rsid w:val="000A1406"/>
    <w:rsid w:val="000A6864"/>
    <w:rsid w:val="000B42F7"/>
    <w:rsid w:val="000B5C9B"/>
    <w:rsid w:val="000C5822"/>
    <w:rsid w:val="000D4E74"/>
    <w:rsid w:val="000D69D7"/>
    <w:rsid w:val="000E1731"/>
    <w:rsid w:val="000E188F"/>
    <w:rsid w:val="000E37E1"/>
    <w:rsid w:val="000F6B68"/>
    <w:rsid w:val="00100DC0"/>
    <w:rsid w:val="001029EC"/>
    <w:rsid w:val="0011132D"/>
    <w:rsid w:val="00122BB5"/>
    <w:rsid w:val="00131241"/>
    <w:rsid w:val="00133FC6"/>
    <w:rsid w:val="001342D8"/>
    <w:rsid w:val="0013620E"/>
    <w:rsid w:val="00142941"/>
    <w:rsid w:val="001453C3"/>
    <w:rsid w:val="00154D8F"/>
    <w:rsid w:val="00175F92"/>
    <w:rsid w:val="00184388"/>
    <w:rsid w:val="00184785"/>
    <w:rsid w:val="00184987"/>
    <w:rsid w:val="001855AE"/>
    <w:rsid w:val="00185BEC"/>
    <w:rsid w:val="00192C2D"/>
    <w:rsid w:val="0019318C"/>
    <w:rsid w:val="00194B00"/>
    <w:rsid w:val="00194E69"/>
    <w:rsid w:val="00196296"/>
    <w:rsid w:val="001A24B7"/>
    <w:rsid w:val="001A5E83"/>
    <w:rsid w:val="001B1A93"/>
    <w:rsid w:val="001C1BB0"/>
    <w:rsid w:val="001C3D00"/>
    <w:rsid w:val="001C4851"/>
    <w:rsid w:val="001C58E1"/>
    <w:rsid w:val="001C66B3"/>
    <w:rsid w:val="001D5F2A"/>
    <w:rsid w:val="001D7C00"/>
    <w:rsid w:val="001E281D"/>
    <w:rsid w:val="001F201F"/>
    <w:rsid w:val="001F70DE"/>
    <w:rsid w:val="002005D6"/>
    <w:rsid w:val="002029A4"/>
    <w:rsid w:val="00203D28"/>
    <w:rsid w:val="00205212"/>
    <w:rsid w:val="002101E2"/>
    <w:rsid w:val="00213574"/>
    <w:rsid w:val="00213C68"/>
    <w:rsid w:val="0023109C"/>
    <w:rsid w:val="002316E1"/>
    <w:rsid w:val="00233994"/>
    <w:rsid w:val="002339DB"/>
    <w:rsid w:val="0023424B"/>
    <w:rsid w:val="00234B01"/>
    <w:rsid w:val="002422E7"/>
    <w:rsid w:val="00245142"/>
    <w:rsid w:val="00247248"/>
    <w:rsid w:val="002476EA"/>
    <w:rsid w:val="00255CEF"/>
    <w:rsid w:val="00264A59"/>
    <w:rsid w:val="002661F6"/>
    <w:rsid w:val="00270656"/>
    <w:rsid w:val="002748BF"/>
    <w:rsid w:val="00277862"/>
    <w:rsid w:val="00283FAD"/>
    <w:rsid w:val="00285B09"/>
    <w:rsid w:val="002913D9"/>
    <w:rsid w:val="00294AF9"/>
    <w:rsid w:val="002A7929"/>
    <w:rsid w:val="002B56A7"/>
    <w:rsid w:val="002D446F"/>
    <w:rsid w:val="002D4DCB"/>
    <w:rsid w:val="002E301A"/>
    <w:rsid w:val="002E4F13"/>
    <w:rsid w:val="002F1EF8"/>
    <w:rsid w:val="002F2F2F"/>
    <w:rsid w:val="002F4D87"/>
    <w:rsid w:val="002F5E11"/>
    <w:rsid w:val="00330220"/>
    <w:rsid w:val="00330BD2"/>
    <w:rsid w:val="00333FE9"/>
    <w:rsid w:val="00337D94"/>
    <w:rsid w:val="00345672"/>
    <w:rsid w:val="00361DE2"/>
    <w:rsid w:val="00370428"/>
    <w:rsid w:val="003724DE"/>
    <w:rsid w:val="00372C88"/>
    <w:rsid w:val="003813D9"/>
    <w:rsid w:val="003922BF"/>
    <w:rsid w:val="00394B39"/>
    <w:rsid w:val="00395564"/>
    <w:rsid w:val="003A4BE2"/>
    <w:rsid w:val="003A657E"/>
    <w:rsid w:val="003A7CAB"/>
    <w:rsid w:val="003C2BA0"/>
    <w:rsid w:val="003C56BB"/>
    <w:rsid w:val="003C625D"/>
    <w:rsid w:val="003D0D17"/>
    <w:rsid w:val="003D1B2A"/>
    <w:rsid w:val="003D6305"/>
    <w:rsid w:val="003E10D8"/>
    <w:rsid w:val="003E47CB"/>
    <w:rsid w:val="003F5B51"/>
    <w:rsid w:val="004026DC"/>
    <w:rsid w:val="004036AD"/>
    <w:rsid w:val="00404A2C"/>
    <w:rsid w:val="004061C9"/>
    <w:rsid w:val="00412680"/>
    <w:rsid w:val="00415312"/>
    <w:rsid w:val="004204A2"/>
    <w:rsid w:val="00425C60"/>
    <w:rsid w:val="00426B98"/>
    <w:rsid w:val="00427EAF"/>
    <w:rsid w:val="00435FA0"/>
    <w:rsid w:val="00436648"/>
    <w:rsid w:val="00436A02"/>
    <w:rsid w:val="00453BCB"/>
    <w:rsid w:val="00470FE5"/>
    <w:rsid w:val="00474D18"/>
    <w:rsid w:val="0047781A"/>
    <w:rsid w:val="00497C4B"/>
    <w:rsid w:val="004A30A6"/>
    <w:rsid w:val="004A4C4D"/>
    <w:rsid w:val="004A5BE5"/>
    <w:rsid w:val="004C064A"/>
    <w:rsid w:val="004C0866"/>
    <w:rsid w:val="004C448B"/>
    <w:rsid w:val="004C70CE"/>
    <w:rsid w:val="004D0805"/>
    <w:rsid w:val="004D5A84"/>
    <w:rsid w:val="004F412E"/>
    <w:rsid w:val="004F5FF8"/>
    <w:rsid w:val="004F70B0"/>
    <w:rsid w:val="004F7F66"/>
    <w:rsid w:val="00505FF5"/>
    <w:rsid w:val="00506CF4"/>
    <w:rsid w:val="005156B4"/>
    <w:rsid w:val="00523BE6"/>
    <w:rsid w:val="00531416"/>
    <w:rsid w:val="0053178A"/>
    <w:rsid w:val="00532277"/>
    <w:rsid w:val="0053509B"/>
    <w:rsid w:val="00542820"/>
    <w:rsid w:val="00544B02"/>
    <w:rsid w:val="00546000"/>
    <w:rsid w:val="00546BFA"/>
    <w:rsid w:val="00546E77"/>
    <w:rsid w:val="00547341"/>
    <w:rsid w:val="00553244"/>
    <w:rsid w:val="00553BAD"/>
    <w:rsid w:val="005540BC"/>
    <w:rsid w:val="005546B7"/>
    <w:rsid w:val="00555092"/>
    <w:rsid w:val="0055609C"/>
    <w:rsid w:val="0056243B"/>
    <w:rsid w:val="00564626"/>
    <w:rsid w:val="0056576D"/>
    <w:rsid w:val="005667EF"/>
    <w:rsid w:val="00567746"/>
    <w:rsid w:val="005761C1"/>
    <w:rsid w:val="00581E80"/>
    <w:rsid w:val="005876FE"/>
    <w:rsid w:val="0059718A"/>
    <w:rsid w:val="005976E0"/>
    <w:rsid w:val="005B52EE"/>
    <w:rsid w:val="005B5D31"/>
    <w:rsid w:val="005C270B"/>
    <w:rsid w:val="005E6DBC"/>
    <w:rsid w:val="005F3C09"/>
    <w:rsid w:val="005F5553"/>
    <w:rsid w:val="00605746"/>
    <w:rsid w:val="006062F5"/>
    <w:rsid w:val="00606523"/>
    <w:rsid w:val="006113D8"/>
    <w:rsid w:val="00627651"/>
    <w:rsid w:val="00632AD3"/>
    <w:rsid w:val="00634614"/>
    <w:rsid w:val="00634E69"/>
    <w:rsid w:val="00640B1A"/>
    <w:rsid w:val="00647C67"/>
    <w:rsid w:val="0065374F"/>
    <w:rsid w:val="00660D90"/>
    <w:rsid w:val="0066496C"/>
    <w:rsid w:val="0066511A"/>
    <w:rsid w:val="00670457"/>
    <w:rsid w:val="006716DD"/>
    <w:rsid w:val="00672400"/>
    <w:rsid w:val="0068298D"/>
    <w:rsid w:val="006A398E"/>
    <w:rsid w:val="006A47F8"/>
    <w:rsid w:val="006B0F9F"/>
    <w:rsid w:val="006B4A52"/>
    <w:rsid w:val="006B72E9"/>
    <w:rsid w:val="006C346C"/>
    <w:rsid w:val="006C4C50"/>
    <w:rsid w:val="006C6E7E"/>
    <w:rsid w:val="006D0EB5"/>
    <w:rsid w:val="006D7D9A"/>
    <w:rsid w:val="006F0A17"/>
    <w:rsid w:val="006F1883"/>
    <w:rsid w:val="0070163E"/>
    <w:rsid w:val="007016EC"/>
    <w:rsid w:val="00703053"/>
    <w:rsid w:val="00703E4F"/>
    <w:rsid w:val="007051D7"/>
    <w:rsid w:val="007065C2"/>
    <w:rsid w:val="00707015"/>
    <w:rsid w:val="00713373"/>
    <w:rsid w:val="00714201"/>
    <w:rsid w:val="00721391"/>
    <w:rsid w:val="00726008"/>
    <w:rsid w:val="0072607D"/>
    <w:rsid w:val="00726235"/>
    <w:rsid w:val="0072694A"/>
    <w:rsid w:val="0074070E"/>
    <w:rsid w:val="00741857"/>
    <w:rsid w:val="0076001E"/>
    <w:rsid w:val="0076008B"/>
    <w:rsid w:val="00760094"/>
    <w:rsid w:val="007606B5"/>
    <w:rsid w:val="00782A4D"/>
    <w:rsid w:val="00784796"/>
    <w:rsid w:val="00785F10"/>
    <w:rsid w:val="00790F5F"/>
    <w:rsid w:val="007910CA"/>
    <w:rsid w:val="00794CA7"/>
    <w:rsid w:val="00795399"/>
    <w:rsid w:val="0079691D"/>
    <w:rsid w:val="007A3BF7"/>
    <w:rsid w:val="007B1C50"/>
    <w:rsid w:val="007C0DB0"/>
    <w:rsid w:val="007C2D2E"/>
    <w:rsid w:val="007D3A19"/>
    <w:rsid w:val="007E2B64"/>
    <w:rsid w:val="007E7099"/>
    <w:rsid w:val="0080706A"/>
    <w:rsid w:val="00816833"/>
    <w:rsid w:val="008226F7"/>
    <w:rsid w:val="008601CB"/>
    <w:rsid w:val="008767DD"/>
    <w:rsid w:val="0087716D"/>
    <w:rsid w:val="008779B8"/>
    <w:rsid w:val="008801CD"/>
    <w:rsid w:val="008804B1"/>
    <w:rsid w:val="00880587"/>
    <w:rsid w:val="00894822"/>
    <w:rsid w:val="008A368F"/>
    <w:rsid w:val="008A59A5"/>
    <w:rsid w:val="008B45CB"/>
    <w:rsid w:val="008B7A9B"/>
    <w:rsid w:val="008D1ADC"/>
    <w:rsid w:val="008D3982"/>
    <w:rsid w:val="008D5B5E"/>
    <w:rsid w:val="008E1C28"/>
    <w:rsid w:val="008E739E"/>
    <w:rsid w:val="008E76DB"/>
    <w:rsid w:val="008F0C10"/>
    <w:rsid w:val="00904A78"/>
    <w:rsid w:val="0091170C"/>
    <w:rsid w:val="009170F6"/>
    <w:rsid w:val="00917C3E"/>
    <w:rsid w:val="00921101"/>
    <w:rsid w:val="00921614"/>
    <w:rsid w:val="00922A05"/>
    <w:rsid w:val="0094110B"/>
    <w:rsid w:val="00941DBF"/>
    <w:rsid w:val="00942843"/>
    <w:rsid w:val="009515A0"/>
    <w:rsid w:val="009533D3"/>
    <w:rsid w:val="00955828"/>
    <w:rsid w:val="00960353"/>
    <w:rsid w:val="009615C4"/>
    <w:rsid w:val="00971AD1"/>
    <w:rsid w:val="00972ECA"/>
    <w:rsid w:val="00980E3D"/>
    <w:rsid w:val="00981EEF"/>
    <w:rsid w:val="00982A55"/>
    <w:rsid w:val="0099284D"/>
    <w:rsid w:val="00994AFF"/>
    <w:rsid w:val="0099643F"/>
    <w:rsid w:val="00997244"/>
    <w:rsid w:val="009A7B35"/>
    <w:rsid w:val="009B4762"/>
    <w:rsid w:val="009C1D92"/>
    <w:rsid w:val="009E341F"/>
    <w:rsid w:val="009F16AC"/>
    <w:rsid w:val="009F25CD"/>
    <w:rsid w:val="00A05B95"/>
    <w:rsid w:val="00A114A9"/>
    <w:rsid w:val="00A27BAD"/>
    <w:rsid w:val="00A351CC"/>
    <w:rsid w:val="00A4418D"/>
    <w:rsid w:val="00A444F4"/>
    <w:rsid w:val="00A465BC"/>
    <w:rsid w:val="00A637F2"/>
    <w:rsid w:val="00A650EE"/>
    <w:rsid w:val="00A7595E"/>
    <w:rsid w:val="00A80757"/>
    <w:rsid w:val="00A86A6A"/>
    <w:rsid w:val="00A96BF3"/>
    <w:rsid w:val="00A97BC1"/>
    <w:rsid w:val="00AB1F1F"/>
    <w:rsid w:val="00AB6526"/>
    <w:rsid w:val="00AC0B7A"/>
    <w:rsid w:val="00AC0C6E"/>
    <w:rsid w:val="00AC74C5"/>
    <w:rsid w:val="00AC7AD3"/>
    <w:rsid w:val="00AD072B"/>
    <w:rsid w:val="00AD38EF"/>
    <w:rsid w:val="00AD5341"/>
    <w:rsid w:val="00AD79CE"/>
    <w:rsid w:val="00AD7BE8"/>
    <w:rsid w:val="00AE04CB"/>
    <w:rsid w:val="00AE4E9D"/>
    <w:rsid w:val="00AF596B"/>
    <w:rsid w:val="00B11ED4"/>
    <w:rsid w:val="00B14307"/>
    <w:rsid w:val="00B156FD"/>
    <w:rsid w:val="00B33AB1"/>
    <w:rsid w:val="00B34166"/>
    <w:rsid w:val="00B408A6"/>
    <w:rsid w:val="00B413C3"/>
    <w:rsid w:val="00B41B01"/>
    <w:rsid w:val="00B43B4E"/>
    <w:rsid w:val="00B55C2F"/>
    <w:rsid w:val="00B637E3"/>
    <w:rsid w:val="00B83967"/>
    <w:rsid w:val="00B9174E"/>
    <w:rsid w:val="00B92BB3"/>
    <w:rsid w:val="00B930A2"/>
    <w:rsid w:val="00B95A25"/>
    <w:rsid w:val="00BA402C"/>
    <w:rsid w:val="00BA42BE"/>
    <w:rsid w:val="00BA799D"/>
    <w:rsid w:val="00BB0B46"/>
    <w:rsid w:val="00BB4E12"/>
    <w:rsid w:val="00BB62FD"/>
    <w:rsid w:val="00BB69CE"/>
    <w:rsid w:val="00BB6F6A"/>
    <w:rsid w:val="00BC5245"/>
    <w:rsid w:val="00BC6B57"/>
    <w:rsid w:val="00BD7BD7"/>
    <w:rsid w:val="00BE1F67"/>
    <w:rsid w:val="00BE52B3"/>
    <w:rsid w:val="00BE544C"/>
    <w:rsid w:val="00BF09EF"/>
    <w:rsid w:val="00C029FC"/>
    <w:rsid w:val="00C13974"/>
    <w:rsid w:val="00C13E2B"/>
    <w:rsid w:val="00C14DCE"/>
    <w:rsid w:val="00C20028"/>
    <w:rsid w:val="00C21382"/>
    <w:rsid w:val="00C22096"/>
    <w:rsid w:val="00C227FB"/>
    <w:rsid w:val="00C3348D"/>
    <w:rsid w:val="00C345D8"/>
    <w:rsid w:val="00C36C69"/>
    <w:rsid w:val="00C37ACB"/>
    <w:rsid w:val="00C4241E"/>
    <w:rsid w:val="00C44EFA"/>
    <w:rsid w:val="00C45A48"/>
    <w:rsid w:val="00C5095A"/>
    <w:rsid w:val="00C52664"/>
    <w:rsid w:val="00C56187"/>
    <w:rsid w:val="00C61DB7"/>
    <w:rsid w:val="00C62F5A"/>
    <w:rsid w:val="00C64254"/>
    <w:rsid w:val="00C70180"/>
    <w:rsid w:val="00C702BE"/>
    <w:rsid w:val="00C7038E"/>
    <w:rsid w:val="00C7160B"/>
    <w:rsid w:val="00C760CA"/>
    <w:rsid w:val="00C8705A"/>
    <w:rsid w:val="00C96544"/>
    <w:rsid w:val="00CA0C29"/>
    <w:rsid w:val="00CA743D"/>
    <w:rsid w:val="00CC3C98"/>
    <w:rsid w:val="00CC3F3A"/>
    <w:rsid w:val="00CC4A72"/>
    <w:rsid w:val="00CD52B4"/>
    <w:rsid w:val="00CD6FB0"/>
    <w:rsid w:val="00CE5168"/>
    <w:rsid w:val="00CF4F96"/>
    <w:rsid w:val="00D05B37"/>
    <w:rsid w:val="00D12CA6"/>
    <w:rsid w:val="00D1588C"/>
    <w:rsid w:val="00D1749F"/>
    <w:rsid w:val="00D238F0"/>
    <w:rsid w:val="00D26EC6"/>
    <w:rsid w:val="00D42105"/>
    <w:rsid w:val="00D44488"/>
    <w:rsid w:val="00D44E0F"/>
    <w:rsid w:val="00D52B70"/>
    <w:rsid w:val="00D577AF"/>
    <w:rsid w:val="00D6157F"/>
    <w:rsid w:val="00D64DD8"/>
    <w:rsid w:val="00D65149"/>
    <w:rsid w:val="00D65499"/>
    <w:rsid w:val="00D677AD"/>
    <w:rsid w:val="00D73E88"/>
    <w:rsid w:val="00D8097F"/>
    <w:rsid w:val="00D8159F"/>
    <w:rsid w:val="00D84348"/>
    <w:rsid w:val="00D85663"/>
    <w:rsid w:val="00DA0551"/>
    <w:rsid w:val="00DA518A"/>
    <w:rsid w:val="00DC12D7"/>
    <w:rsid w:val="00DC6172"/>
    <w:rsid w:val="00DE593E"/>
    <w:rsid w:val="00DF146A"/>
    <w:rsid w:val="00DF262C"/>
    <w:rsid w:val="00DF5489"/>
    <w:rsid w:val="00E01C6E"/>
    <w:rsid w:val="00E05E6E"/>
    <w:rsid w:val="00E07C3D"/>
    <w:rsid w:val="00E10E93"/>
    <w:rsid w:val="00E144A9"/>
    <w:rsid w:val="00E20E1E"/>
    <w:rsid w:val="00E37FED"/>
    <w:rsid w:val="00E4444D"/>
    <w:rsid w:val="00E611C0"/>
    <w:rsid w:val="00E729B7"/>
    <w:rsid w:val="00E77A4A"/>
    <w:rsid w:val="00E83D39"/>
    <w:rsid w:val="00E84FB5"/>
    <w:rsid w:val="00E92D83"/>
    <w:rsid w:val="00E96A4F"/>
    <w:rsid w:val="00EB7E8B"/>
    <w:rsid w:val="00EC50A3"/>
    <w:rsid w:val="00ED3697"/>
    <w:rsid w:val="00ED485F"/>
    <w:rsid w:val="00ED5311"/>
    <w:rsid w:val="00EF29CE"/>
    <w:rsid w:val="00EF541A"/>
    <w:rsid w:val="00F02367"/>
    <w:rsid w:val="00F0258E"/>
    <w:rsid w:val="00F0542B"/>
    <w:rsid w:val="00F07B24"/>
    <w:rsid w:val="00F100EF"/>
    <w:rsid w:val="00F10EC6"/>
    <w:rsid w:val="00F15A48"/>
    <w:rsid w:val="00F21054"/>
    <w:rsid w:val="00F21605"/>
    <w:rsid w:val="00F27530"/>
    <w:rsid w:val="00F478C5"/>
    <w:rsid w:val="00F514E1"/>
    <w:rsid w:val="00F530FA"/>
    <w:rsid w:val="00F55AB6"/>
    <w:rsid w:val="00F716CB"/>
    <w:rsid w:val="00F8013A"/>
    <w:rsid w:val="00F80CA1"/>
    <w:rsid w:val="00F838A0"/>
    <w:rsid w:val="00F85D90"/>
    <w:rsid w:val="00F96381"/>
    <w:rsid w:val="00FA3A5C"/>
    <w:rsid w:val="00FB52C0"/>
    <w:rsid w:val="00FB6F70"/>
    <w:rsid w:val="00FC090E"/>
    <w:rsid w:val="00FC0B75"/>
    <w:rsid w:val="00FC24FF"/>
    <w:rsid w:val="00FD26E1"/>
    <w:rsid w:val="00FD46BE"/>
    <w:rsid w:val="00FE5B74"/>
    <w:rsid w:val="00FF48C4"/>
    <w:rsid w:val="00FF4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099"/>
    <w:pPr>
      <w:spacing w:after="200" w:line="276" w:lineRule="auto"/>
    </w:pPr>
    <w:rPr>
      <w:rFonts w:ascii="Calibri" w:eastAsia="Times New Roman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C70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17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17C3E"/>
    <w:rPr>
      <w:rFonts w:ascii="Calibri" w:hAnsi="Calibri" w:cs="Times New Roman"/>
      <w:sz w:val="22"/>
      <w:szCs w:val="22"/>
      <w:lang w:eastAsia="ru-RU"/>
    </w:rPr>
  </w:style>
  <w:style w:type="paragraph" w:styleId="Footer">
    <w:name w:val="footer"/>
    <w:basedOn w:val="Normal"/>
    <w:link w:val="FooterChar"/>
    <w:uiPriority w:val="99"/>
    <w:rsid w:val="00917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17C3E"/>
    <w:rPr>
      <w:rFonts w:ascii="Calibri" w:hAnsi="Calibri" w:cs="Times New Roman"/>
      <w:sz w:val="22"/>
      <w:szCs w:val="2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E2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281D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014686"/>
    <w:rPr>
      <w:rFonts w:cs="Times New Roman"/>
    </w:rPr>
  </w:style>
  <w:style w:type="paragraph" w:customStyle="1" w:styleId="ConsPlusTitle">
    <w:name w:val="ConsPlusTitle"/>
    <w:uiPriority w:val="99"/>
    <w:rsid w:val="001429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2571</TotalTime>
  <Pages>2</Pages>
  <Words>392</Words>
  <Characters>2239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МСУ, отд. регистра правовых актов</dc:creator>
  <cp:keywords/>
  <dc:description/>
  <cp:lastModifiedBy>User</cp:lastModifiedBy>
  <cp:revision>79</cp:revision>
  <cp:lastPrinted>2015-02-02T08:59:00Z</cp:lastPrinted>
  <dcterms:created xsi:type="dcterms:W3CDTF">2014-12-15T14:00:00Z</dcterms:created>
  <dcterms:modified xsi:type="dcterms:W3CDTF">2017-11-21T08:41:00Z</dcterms:modified>
</cp:coreProperties>
</file>